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14B16EA9" w14:textId="194CB76E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C064EE">
        <w:rPr>
          <w:rFonts w:ascii="Arial" w:hAnsi="Arial" w:cs="Arial"/>
          <w:b/>
          <w:szCs w:val="28"/>
          <w:u w:val="single"/>
        </w:rPr>
        <w:t>2</w:t>
      </w:r>
      <w:r w:rsidR="003C2490">
        <w:rPr>
          <w:rFonts w:ascii="Arial" w:hAnsi="Arial" w:cs="Arial"/>
          <w:b/>
          <w:szCs w:val="28"/>
          <w:u w:val="single"/>
        </w:rPr>
        <w:t>6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68909DEA" w:rsidR="00642CB4" w:rsidRDefault="003C2490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3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>
        <w:rPr>
          <w:rFonts w:ascii="Arial" w:hAnsi="Arial" w:cs="Arial"/>
          <w:b/>
          <w:szCs w:val="28"/>
          <w:u w:val="single"/>
        </w:rPr>
        <w:t>SETEMBRO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67B63157" w:rsidR="00642CB4" w:rsidRPr="00FC5D80" w:rsidRDefault="00C27959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C27959">
        <w:rPr>
          <w:rFonts w:ascii="Arial" w:hAnsi="Arial" w:cs="Arial"/>
          <w:b/>
          <w:caps/>
          <w:spacing w:val="-4"/>
          <w:szCs w:val="28"/>
        </w:rPr>
        <w:t xml:space="preserve">Informo que, excepcionalmente, o Vereador Hernani Barreto exercerá a função de 1º Secretário na presente sessão, em substituição à Vereadora Maria Amélia, que se encontra impossibilitada de proceder à leitura dos </w:t>
      </w:r>
      <w:r>
        <w:rPr>
          <w:rFonts w:ascii="Arial" w:hAnsi="Arial" w:cs="Arial"/>
          <w:b/>
          <w:caps/>
          <w:spacing w:val="-4"/>
          <w:szCs w:val="28"/>
        </w:rPr>
        <w:t>TRABALHOS</w:t>
      </w:r>
      <w:r w:rsidRPr="00C27959">
        <w:rPr>
          <w:rFonts w:ascii="Arial" w:hAnsi="Arial" w:cs="Arial"/>
          <w:b/>
          <w:caps/>
          <w:spacing w:val="-4"/>
          <w:szCs w:val="28"/>
        </w:rPr>
        <w:t xml:space="preserve"> por motivo de saúde.</w:t>
      </w:r>
      <w:r>
        <w:rPr>
          <w:rFonts w:ascii="Arial" w:hAnsi="Arial" w:cs="Arial"/>
          <w:b/>
          <w:caps/>
          <w:spacing w:val="-4"/>
          <w:szCs w:val="28"/>
        </w:rPr>
        <w:t xml:space="preserve"> </w:t>
      </w:r>
      <w:r>
        <w:rPr>
          <w:rFonts w:ascii="Arial" w:hAnsi="Arial" w:cs="Arial"/>
          <w:caps/>
          <w:szCs w:val="28"/>
        </w:rPr>
        <w:t xml:space="preserve">ENTÃO, </w:t>
      </w:r>
      <w:r w:rsidR="001128B6" w:rsidRPr="00FC5D80">
        <w:rPr>
          <w:rFonts w:ascii="Arial" w:hAnsi="Arial" w:cs="Arial"/>
          <w:caps/>
          <w:szCs w:val="28"/>
        </w:rPr>
        <w:t xml:space="preserve">NA PRESENTE DATA DE </w:t>
      </w:r>
      <w:r w:rsidR="003C2490">
        <w:rPr>
          <w:rFonts w:ascii="Arial" w:hAnsi="Arial" w:cs="Arial"/>
          <w:caps/>
          <w:szCs w:val="28"/>
        </w:rPr>
        <w:t>03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3C2490">
        <w:rPr>
          <w:rFonts w:ascii="Arial" w:hAnsi="Arial" w:cs="Arial"/>
          <w:caps/>
          <w:szCs w:val="28"/>
        </w:rPr>
        <w:t>SETEMBRO</w:t>
      </w:r>
      <w:r w:rsidR="001128B6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C064EE">
        <w:rPr>
          <w:rFonts w:ascii="Arial" w:hAnsi="Arial" w:cs="Arial"/>
          <w:caps/>
          <w:szCs w:val="28"/>
        </w:rPr>
        <w:t>2</w:t>
      </w:r>
      <w:r w:rsidR="003C2490">
        <w:rPr>
          <w:rFonts w:ascii="Arial" w:hAnsi="Arial" w:cs="Arial"/>
          <w:caps/>
          <w:szCs w:val="28"/>
        </w:rPr>
        <w:t>6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C064EE">
        <w:rPr>
          <w:rFonts w:ascii="Arial" w:hAnsi="Arial" w:cs="Arial"/>
          <w:caps/>
          <w:szCs w:val="28"/>
        </w:rPr>
        <w:t>VIGÉSIMA</w:t>
      </w:r>
      <w:r w:rsidR="00B01D55">
        <w:rPr>
          <w:rFonts w:ascii="Arial" w:hAnsi="Arial" w:cs="Arial"/>
          <w:caps/>
          <w:szCs w:val="28"/>
        </w:rPr>
        <w:t xml:space="preserve"> </w:t>
      </w:r>
      <w:r w:rsidR="003C2490">
        <w:rPr>
          <w:rFonts w:ascii="Arial" w:hAnsi="Arial" w:cs="Arial"/>
          <w:caps/>
          <w:szCs w:val="28"/>
        </w:rPr>
        <w:t>SEXTA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2A1780">
        <w:rPr>
          <w:rFonts w:ascii="Arial" w:hAnsi="Arial" w:cs="Arial"/>
          <w:caps/>
          <w:szCs w:val="28"/>
        </w:rPr>
        <w:t>AO 1º SECRETÁRIO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64712AB2" w:rsidR="00472765" w:rsidRPr="00DB5F7F" w:rsidRDefault="002A1780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O 1º SECRETÁRIO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48199F80" w14:textId="305B0328" w:rsidR="005F0830" w:rsidRDefault="00197A09" w:rsidP="00C27959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PEÇO A TODOS QUE SE LEVANTEM PARA A EXECUÇÃO DO </w:t>
      </w:r>
      <w:r w:rsidRPr="00C61170">
        <w:rPr>
          <w:rFonts w:ascii="Arial" w:hAnsi="Arial" w:cs="Arial"/>
          <w:b/>
          <w:caps/>
          <w:szCs w:val="28"/>
        </w:rPr>
        <w:t>HINO NACIONAL BRASILEIRO</w:t>
      </w:r>
      <w:r w:rsidR="00022807" w:rsidRPr="00C61170">
        <w:rPr>
          <w:rFonts w:ascii="Arial" w:hAnsi="Arial" w:cs="Arial"/>
          <w:b/>
          <w:caps/>
          <w:szCs w:val="28"/>
        </w:rPr>
        <w:t xml:space="preserve"> </w:t>
      </w:r>
      <w:r w:rsidR="00315DD0" w:rsidRPr="00C61170">
        <w:rPr>
          <w:rFonts w:ascii="Arial" w:hAnsi="Arial" w:cs="Arial"/>
          <w:b/>
          <w:caps/>
          <w:szCs w:val="28"/>
        </w:rPr>
        <w:t>E</w:t>
      </w:r>
      <w:r w:rsidR="00C61170" w:rsidRPr="00C61170">
        <w:rPr>
          <w:rFonts w:ascii="Arial" w:hAnsi="Arial" w:cs="Arial"/>
          <w:b/>
          <w:caps/>
          <w:szCs w:val="28"/>
        </w:rPr>
        <w:t xml:space="preserve"> DO HINO DA INDEPENDÊNCIA</w:t>
      </w:r>
      <w:r w:rsidR="00965E12">
        <w:rPr>
          <w:rFonts w:ascii="Arial" w:hAnsi="Arial" w:cs="Arial"/>
          <w:b/>
          <w:caps/>
          <w:szCs w:val="28"/>
        </w:rPr>
        <w:t>;</w:t>
      </w:r>
      <w:r w:rsidR="00C61170">
        <w:rPr>
          <w:rFonts w:ascii="Arial" w:hAnsi="Arial" w:cs="Arial"/>
          <w:caps/>
          <w:szCs w:val="28"/>
        </w:rPr>
        <w:t xml:space="preserve"> E</w:t>
      </w:r>
      <w:r w:rsidR="00315DD0">
        <w:rPr>
          <w:rFonts w:ascii="Arial" w:hAnsi="Arial" w:cs="Arial"/>
          <w:caps/>
          <w:szCs w:val="28"/>
        </w:rPr>
        <w:t xml:space="preserve">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>UE, APÓS A EXECUÇÃO DO</w:t>
      </w:r>
      <w:r w:rsidR="00C61170">
        <w:rPr>
          <w:rFonts w:ascii="Arial" w:hAnsi="Arial" w:cs="Arial"/>
          <w:szCs w:val="28"/>
        </w:rPr>
        <w:t>S</w:t>
      </w:r>
      <w:r w:rsidR="004C0979" w:rsidRPr="00FC5D80">
        <w:rPr>
          <w:rFonts w:ascii="Arial" w:hAnsi="Arial" w:cs="Arial"/>
          <w:szCs w:val="28"/>
        </w:rPr>
        <w:t xml:space="preserve"> HINO</w:t>
      </w:r>
      <w:r w:rsidR="00C61170">
        <w:rPr>
          <w:rFonts w:ascii="Arial" w:hAnsi="Arial" w:cs="Arial"/>
          <w:szCs w:val="28"/>
        </w:rPr>
        <w:t>S</w:t>
      </w:r>
      <w:r w:rsidR="004C0979" w:rsidRPr="00FC5D80">
        <w:rPr>
          <w:rFonts w:ascii="Arial" w:hAnsi="Arial" w:cs="Arial"/>
          <w:szCs w:val="28"/>
        </w:rPr>
        <w:t xml:space="preserve">, </w:t>
      </w:r>
      <w:r w:rsidR="002E4C2E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3C2490">
        <w:rPr>
          <w:rFonts w:ascii="Arial" w:hAnsi="Arial" w:cs="Arial"/>
          <w:b/>
          <w:szCs w:val="28"/>
        </w:rPr>
        <w:t>MARCELO DANTAS</w:t>
      </w:r>
      <w:r w:rsidR="00A74C88">
        <w:rPr>
          <w:rFonts w:ascii="Arial" w:hAnsi="Arial" w:cs="Arial"/>
          <w:szCs w:val="28"/>
        </w:rPr>
        <w:t xml:space="preserve"> 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  <w:r w:rsidR="005F0830">
        <w:rPr>
          <w:rFonts w:ascii="Arial" w:hAnsi="Arial" w:cs="Arial"/>
          <w:caps/>
          <w:szCs w:val="28"/>
        </w:rPr>
        <w:br w:type="page"/>
      </w:r>
    </w:p>
    <w:p w14:paraId="0DE6ECF6" w14:textId="77777777" w:rsidR="003C2490" w:rsidRDefault="003C2490" w:rsidP="003C2490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ab/>
        <w:t xml:space="preserve">O PRESIDENTE anuncia o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6F1D566E" w14:textId="3184B1D4" w:rsidR="003C2490" w:rsidRDefault="003C2490" w:rsidP="003C2490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SENHORES VEREADORES E TODOS AQUELES QUE NOS ASSISTEM, A PARTIR DESTE MOMENTO, PASSAREMOS AO </w:t>
      </w:r>
      <w:r w:rsidRPr="003C2490">
        <w:rPr>
          <w:rFonts w:ascii="Arial" w:hAnsi="Arial" w:cs="Arial"/>
          <w:b/>
          <w:color w:val="000000" w:themeColor="text1"/>
          <w:szCs w:val="24"/>
        </w:rPr>
        <w:t>ATO SOLENE</w:t>
      </w:r>
      <w:r w:rsidRPr="003C2490">
        <w:rPr>
          <w:rFonts w:ascii="Arial" w:hAnsi="Arial" w:cs="Arial"/>
          <w:color w:val="000000" w:themeColor="text1"/>
          <w:szCs w:val="24"/>
        </w:rPr>
        <w:t xml:space="preserve"> </w:t>
      </w:r>
      <w:r w:rsidRPr="00965E12">
        <w:rPr>
          <w:rFonts w:ascii="Arial" w:hAnsi="Arial" w:cs="Arial"/>
          <w:b/>
          <w:color w:val="000000" w:themeColor="text1"/>
          <w:szCs w:val="24"/>
        </w:rPr>
        <w:t>DE OUTORGA DO TÍTULO DE CIDADÃO JACAREIENSE AO SENHOR</w:t>
      </w:r>
      <w:r w:rsidRPr="003C2490">
        <w:rPr>
          <w:rFonts w:ascii="Arial" w:hAnsi="Arial" w:cs="Arial"/>
          <w:color w:val="000000" w:themeColor="text1"/>
          <w:szCs w:val="24"/>
        </w:rPr>
        <w:t xml:space="preserve"> </w:t>
      </w:r>
      <w:r w:rsidRPr="003C2490">
        <w:rPr>
          <w:rFonts w:ascii="Arial" w:hAnsi="Arial" w:cs="Arial"/>
          <w:b/>
          <w:color w:val="000000" w:themeColor="text1"/>
          <w:szCs w:val="24"/>
        </w:rPr>
        <w:t>ANTÔNIO LUIZ DE SOUZA</w:t>
      </w:r>
      <w:r w:rsidRPr="003C2490">
        <w:rPr>
          <w:rFonts w:ascii="Arial" w:hAnsi="Arial" w:cs="Arial"/>
          <w:color w:val="000000" w:themeColor="text1"/>
          <w:szCs w:val="24"/>
        </w:rPr>
        <w:t xml:space="preserve">, NOS TERMOS DO DECRETO LEGISLATIVO </w:t>
      </w:r>
      <w:r w:rsidR="0091087D" w:rsidRPr="003C2490">
        <w:rPr>
          <w:rFonts w:ascii="Arial" w:hAnsi="Arial" w:cs="Arial"/>
          <w:color w:val="000000" w:themeColor="text1"/>
          <w:szCs w:val="24"/>
        </w:rPr>
        <w:t>N</w:t>
      </w:r>
      <w:r w:rsidRPr="003C2490">
        <w:rPr>
          <w:rFonts w:ascii="Arial" w:hAnsi="Arial" w:cs="Arial"/>
          <w:color w:val="000000" w:themeColor="text1"/>
          <w:szCs w:val="24"/>
        </w:rPr>
        <w:t>º 506/2025</w:t>
      </w:r>
      <w:r>
        <w:rPr>
          <w:rFonts w:ascii="Arial" w:hAnsi="Arial" w:cs="Arial"/>
          <w:color w:val="000000" w:themeColor="text1"/>
          <w:szCs w:val="24"/>
        </w:rPr>
        <w:t>. ASSIM, PEÇO AO CERIMONIAL DA CASA QUE DESEMPENHE O PROTOCOLO.</w:t>
      </w:r>
    </w:p>
    <w:p w14:paraId="4AA6F1D9" w14:textId="77777777" w:rsidR="0091087D" w:rsidRDefault="0091087D" w:rsidP="003C2490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</w:p>
    <w:p w14:paraId="5389BB96" w14:textId="77777777" w:rsidR="003C2490" w:rsidRDefault="003C2490" w:rsidP="003C2490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65EE4C9F" w14:textId="77777777" w:rsidR="003C2490" w:rsidRDefault="003C2490" w:rsidP="003C249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01FE5585" w14:textId="77777777" w:rsidR="003C2490" w:rsidRDefault="003C2490" w:rsidP="003C249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1523760F" w14:textId="77777777" w:rsidR="003C2490" w:rsidRDefault="003C2490" w:rsidP="003C249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0C74CD69" w14:textId="77777777" w:rsidR="003C2490" w:rsidRDefault="003C2490" w:rsidP="003C249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77F8E2D9" w14:textId="77777777" w:rsidR="003C2490" w:rsidRDefault="003C2490" w:rsidP="003C2490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22239765" w14:textId="77777777" w:rsidR="003C2490" w:rsidRDefault="003C2490" w:rsidP="003C2490">
      <w:pPr>
        <w:pBdr>
          <w:top w:val="single" w:sz="4" w:space="1" w:color="auto"/>
        </w:pBdr>
        <w:spacing w:before="12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</w:rPr>
      </w:pPr>
    </w:p>
    <w:p w14:paraId="4A73BB35" w14:textId="77777777" w:rsidR="003C2490" w:rsidRDefault="003C2490" w:rsidP="003C2490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 solicita verificação de presença:</w:t>
      </w:r>
    </w:p>
    <w:p w14:paraId="54E1BEF6" w14:textId="6DDE78A6" w:rsidR="003C2490" w:rsidRDefault="003C2490" w:rsidP="003C249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RETOMANDO A SESSÃO, PEÇO </w:t>
      </w:r>
      <w:r w:rsidR="002A1780">
        <w:rPr>
          <w:rFonts w:ascii="Arial" w:hAnsi="Arial" w:cs="Arial"/>
          <w:szCs w:val="24"/>
        </w:rPr>
        <w:t>AO 1º SECRETÁRIO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43E9CDCB" w14:textId="77777777" w:rsidR="00E66072" w:rsidRDefault="00E6607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2802239E" w14:textId="77777777" w:rsidR="001E2876" w:rsidRPr="003058CD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1EC6433D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</w:t>
      </w:r>
      <w:r w:rsidR="002A1780">
        <w:rPr>
          <w:rFonts w:ascii="Arial" w:hAnsi="Arial" w:cs="Arial"/>
          <w:szCs w:val="24"/>
          <w:lang w:eastAsia="ko-KR"/>
        </w:rPr>
        <w:t>AO 1º SECRETÁRIO</w:t>
      </w:r>
      <w:r w:rsidR="00E244F6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0198F7E3" w:rsidR="001E2876" w:rsidRPr="00326D37" w:rsidRDefault="002A1780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91087D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37E34095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2A1780">
        <w:rPr>
          <w:rFonts w:ascii="Arial" w:hAnsi="Arial" w:cs="Arial"/>
          <w:caps/>
          <w:szCs w:val="24"/>
          <w:lang w:eastAsia="ko-KR"/>
        </w:rPr>
        <w:t>AO 1º SECRETÁRIO</w:t>
      </w:r>
      <w:r w:rsidR="00E244F6">
        <w:rPr>
          <w:rFonts w:ascii="Arial" w:hAnsi="Arial" w:cs="Arial"/>
          <w:caps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2013D682" w14:textId="4D9F0CA8" w:rsidR="00E5674F" w:rsidRPr="00141C57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highlight w:val="green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Alguém possui alguma objeção, i</w:t>
      </w:r>
      <w:r w:rsidR="00141C57" w:rsidRPr="00141C57">
        <w:rPr>
          <w:rFonts w:ascii="Arial" w:hAnsi="Arial" w:cs="Arial"/>
          <w:caps/>
          <w:szCs w:val="24"/>
          <w:highlight w:val="green"/>
          <w:lang w:eastAsia="ko-KR"/>
        </w:rPr>
        <w:t>mpugnação ou reclamação a fazer?</w:t>
      </w:r>
    </w:p>
    <w:p w14:paraId="698C41A7" w14:textId="3418FBFD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 w:rsidRPr="00141C57">
        <w:rPr>
          <w:rFonts w:ascii="Arial" w:hAnsi="Arial" w:cs="Arial"/>
          <w:caps/>
          <w:szCs w:val="24"/>
          <w:highlight w:val="green"/>
          <w:lang w:eastAsia="ko-KR"/>
        </w:rPr>
        <w:t>Agradeço</w:t>
      </w:r>
      <w:proofErr w:type="gramEnd"/>
      <w:r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a compreensão de todos a esse momento de adaptação ao novo sistema se votação.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66C6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8)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0BE63152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2A1780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O 1º </w:t>
      </w:r>
      <w:proofErr w:type="spellStart"/>
      <w:r w:rsidR="002A1780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SECRETÁRIO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proofErr w:type="spellEnd"/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166C61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14)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1809AC9F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2A1780">
        <w:rPr>
          <w:rFonts w:ascii="Arial" w:hAnsi="Arial" w:cs="Arial"/>
          <w:caps/>
          <w:szCs w:val="24"/>
          <w:lang w:eastAsia="ko-KR"/>
        </w:rPr>
        <w:t>AO 1º SECRETÁRIO</w:t>
      </w:r>
      <w:r w:rsidR="00E244F6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A517E5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627ECE3" w14:textId="77777777" w:rsidR="00281CD0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3C3DDE38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2A1780">
        <w:rPr>
          <w:rFonts w:ascii="Arial" w:hAnsi="Arial" w:cs="Arial"/>
          <w:szCs w:val="28"/>
        </w:rPr>
        <w:t>AO 1º SECRETÁRIO</w:t>
      </w:r>
      <w:r w:rsidR="00E244F6">
        <w:rPr>
          <w:rFonts w:ascii="Arial" w:hAnsi="Arial" w:cs="Arial"/>
          <w:szCs w:val="28"/>
        </w:rPr>
        <w:t xml:space="preserve">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646A8213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2A1780">
        <w:rPr>
          <w:rFonts w:ascii="Arial" w:hAnsi="Arial" w:cs="Arial"/>
          <w:szCs w:val="28"/>
          <w:highlight w:val="yellow"/>
          <w:lang w:eastAsia="ko-KR"/>
        </w:rPr>
        <w:t>O 1º SECRETÁRIO</w:t>
      </w:r>
      <w:r w:rsidR="0091087D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650CFF19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2A17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="0091087D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Pr="0091087D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91087D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166C61">
        <w:rPr>
          <w:rFonts w:ascii="Arial" w:hAnsi="Arial" w:cs="Arial"/>
          <w:color w:val="FF0000"/>
          <w:szCs w:val="28"/>
          <w:lang w:eastAsia="ko-KR"/>
        </w:rPr>
        <w:t>15.7)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66C61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66C61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166C61">
        <w:rPr>
          <w:rFonts w:ascii="Arial" w:hAnsi="Arial" w:cs="Arial"/>
          <w:color w:val="FF0000"/>
          <w:szCs w:val="28"/>
          <w:lang w:eastAsia="ko-KR"/>
        </w:rPr>
        <w:t>16.7)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66C61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66C61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9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9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0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0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339B5AB5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2A1780">
        <w:rPr>
          <w:rFonts w:ascii="Arial" w:hAnsi="Arial" w:cs="Arial"/>
          <w:caps/>
          <w:szCs w:val="28"/>
          <w:lang w:eastAsia="ko-KR"/>
        </w:rPr>
        <w:t>AO 1º SECRETÁRIO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7DBE2F64" w:rsidR="00655D82" w:rsidRPr="00FC5D80" w:rsidRDefault="002A1780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91087D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4CAEA920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91087D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</w:t>
      </w:r>
      <w:r w:rsidR="002A17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1º SECRETÁRIO</w:t>
      </w:r>
      <w:r w:rsidR="0091087D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Pr="0091087D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FC948E8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2A1780">
        <w:rPr>
          <w:rFonts w:ascii="Arial" w:hAnsi="Arial" w:cs="Arial"/>
          <w:szCs w:val="28"/>
          <w:lang w:eastAsia="ko-KR"/>
        </w:rPr>
        <w:t>AO 1º SECRETÁRIO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639B0E49" w:rsidR="00A03804" w:rsidRPr="00FC5D80" w:rsidRDefault="002A178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="0091087D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1B19B7BC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91087D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</w:t>
      </w:r>
      <w:r w:rsidR="002A1780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1º </w:t>
      </w:r>
      <w:proofErr w:type="spellStart"/>
      <w:r w:rsidR="002A1780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proofErr w:type="spellEnd"/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45761A7B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3C2490">
        <w:rPr>
          <w:rFonts w:ascii="Arial" w:hAnsi="Arial" w:cs="Arial"/>
          <w:szCs w:val="28"/>
          <w:lang w:eastAsia="ko-KR"/>
        </w:rPr>
        <w:t>03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3C2490">
        <w:rPr>
          <w:rFonts w:ascii="Arial" w:hAnsi="Arial" w:cs="Arial"/>
          <w:szCs w:val="28"/>
          <w:lang w:eastAsia="ko-KR"/>
        </w:rPr>
        <w:t>SETEMBRO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600AB0">
        <w:rPr>
          <w:rFonts w:ascii="Arial" w:hAnsi="Arial" w:cs="Arial"/>
          <w:szCs w:val="28"/>
          <w:lang w:eastAsia="ko-KR"/>
        </w:rPr>
        <w:t>2</w:t>
      </w:r>
      <w:r w:rsidR="003C2490">
        <w:rPr>
          <w:rFonts w:ascii="Arial" w:hAnsi="Arial" w:cs="Arial"/>
          <w:szCs w:val="28"/>
          <w:lang w:eastAsia="ko-KR"/>
        </w:rPr>
        <w:t>6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600AB0">
        <w:rPr>
          <w:rFonts w:ascii="Arial" w:hAnsi="Arial" w:cs="Arial"/>
          <w:szCs w:val="28"/>
          <w:lang w:eastAsia="ko-KR"/>
        </w:rPr>
        <w:t>VIGÉSIMA</w:t>
      </w:r>
      <w:r w:rsidR="00E2570D">
        <w:rPr>
          <w:rFonts w:ascii="Arial" w:hAnsi="Arial" w:cs="Arial"/>
          <w:szCs w:val="28"/>
          <w:lang w:eastAsia="ko-KR"/>
        </w:rPr>
        <w:t xml:space="preserve"> </w:t>
      </w:r>
      <w:r w:rsidR="003C2490">
        <w:rPr>
          <w:rFonts w:ascii="Arial" w:hAnsi="Arial" w:cs="Arial"/>
          <w:szCs w:val="28"/>
          <w:lang w:eastAsia="ko-KR"/>
        </w:rPr>
        <w:t>SEXTA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135A8802" w14:textId="724B98B8" w:rsidR="00920AE8" w:rsidRDefault="00FC5D80" w:rsidP="00CC164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2A1780">
        <w:rPr>
          <w:rFonts w:ascii="Arial" w:hAnsi="Arial" w:cs="Arial"/>
          <w:szCs w:val="24"/>
        </w:rPr>
        <w:t>AO 1º SECRETÁRIO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</w:p>
    <w:p w14:paraId="46D15226" w14:textId="77777777" w:rsidR="00920AE8" w:rsidRDefault="00920AE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4E40C147" w14:textId="41A29E52" w:rsidR="00426598" w:rsidRPr="00B73532" w:rsidRDefault="00426598" w:rsidP="00426598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6841A0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denominação </w:t>
      </w: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de via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2543A6B3" w14:textId="067FF212" w:rsidR="00426598" w:rsidRPr="00940241" w:rsidRDefault="00426598" w:rsidP="00426598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AO 1º SECRETÁRIO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Pr="007D1530">
        <w:rPr>
          <w:rFonts w:ascii="Arial" w:hAnsi="Arial" w:cs="Arial"/>
          <w:b/>
          <w:caps/>
          <w:szCs w:val="24"/>
          <w:lang w:eastAsia="ko-KR"/>
        </w:rPr>
        <w:t xml:space="preserve">EMENDA nº </w:t>
      </w:r>
      <w:r w:rsidRPr="007D1530">
        <w:rPr>
          <w:rFonts w:ascii="Arial" w:hAnsi="Arial" w:cs="Arial"/>
          <w:b/>
          <w:caps/>
          <w:szCs w:val="24"/>
          <w:lang w:eastAsia="ko-KR"/>
        </w:rPr>
        <w:t>1</w:t>
      </w:r>
      <w:r w:rsidRPr="00940241">
        <w:rPr>
          <w:rFonts w:ascii="Arial" w:hAnsi="Arial" w:cs="Arial"/>
          <w:caps/>
          <w:szCs w:val="24"/>
          <w:lang w:eastAsia="ko-KR"/>
        </w:rPr>
        <w:t>.</w:t>
      </w:r>
    </w:p>
    <w:p w14:paraId="2F5ED5B4" w14:textId="77777777" w:rsidR="00426598" w:rsidRPr="00B73532" w:rsidRDefault="00426598" w:rsidP="00426598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64392877" w14:textId="579D92FA" w:rsidR="00426598" w:rsidRDefault="00426598" w:rsidP="00426598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bookmarkStart w:id="11" w:name="_GoBack"/>
      <w:r w:rsidRPr="007D1530">
        <w:rPr>
          <w:rFonts w:ascii="Arial" w:hAnsi="Arial" w:cs="Arial"/>
          <w:b/>
          <w:caps/>
          <w:szCs w:val="24"/>
          <w:lang w:eastAsia="ko-KR"/>
        </w:rPr>
        <w:t>EMENDA</w:t>
      </w:r>
      <w:r w:rsidRPr="007D1530">
        <w:rPr>
          <w:rFonts w:ascii="Arial" w:hAnsi="Arial" w:cs="Arial"/>
          <w:b/>
          <w:caps/>
          <w:szCs w:val="24"/>
          <w:lang w:eastAsia="ko-KR"/>
        </w:rPr>
        <w:t xml:space="preserve"> nº 1</w:t>
      </w:r>
      <w:bookmarkEnd w:id="11"/>
    </w:p>
    <w:p w14:paraId="6053B9F3" w14:textId="77777777" w:rsidR="007D1530" w:rsidRDefault="007D1530" w:rsidP="00426598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</w:p>
    <w:p w14:paraId="7FD24168" w14:textId="77777777" w:rsidR="00426598" w:rsidRPr="007D1530" w:rsidRDefault="00426598" w:rsidP="00426598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7D1530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</w:t>
      </w:r>
      <w:r w:rsidRPr="007D1530">
        <w:rPr>
          <w:rFonts w:ascii="Arial" w:hAnsi="Arial" w:cs="Arial"/>
          <w:b/>
          <w:szCs w:val="24"/>
          <w:lang w:eastAsia="ko-KR"/>
        </w:rPr>
        <w:t>:</w:t>
      </w:r>
    </w:p>
    <w:p w14:paraId="40242D5D" w14:textId="77777777" w:rsidR="00426598" w:rsidRPr="00940241" w:rsidRDefault="00426598" w:rsidP="00426598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46ED28EB" w14:textId="03168854" w:rsidR="00426598" w:rsidRDefault="00426598" w:rsidP="00426598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>
        <w:rPr>
          <w:rFonts w:ascii="Arial" w:hAnsi="Arial" w:cs="Arial"/>
          <w:caps/>
          <w:szCs w:val="24"/>
          <w:lang w:eastAsia="ko-KR"/>
        </w:rPr>
        <w:t xml:space="preserve"> nº 1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szCs w:val="24"/>
        </w:rPr>
        <w:t>FOI (APROVADA/REJEITADA).</w:t>
      </w:r>
    </w:p>
    <w:p w14:paraId="06117433" w14:textId="77777777" w:rsidR="00426598" w:rsidRPr="00940241" w:rsidRDefault="00426598" w:rsidP="00426598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68513BAB" w14:textId="49AC4A98" w:rsidR="00426598" w:rsidRPr="00426598" w:rsidRDefault="00426598" w:rsidP="00426598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426598">
        <w:rPr>
          <w:rFonts w:ascii="Arial" w:hAnsi="Arial" w:cs="Arial"/>
          <w:caps/>
          <w:szCs w:val="24"/>
          <w:lang w:eastAsia="ko-KR"/>
        </w:rPr>
        <w:t>O PROJETO ESTÁ EM VOTAÇÃO.</w:t>
      </w:r>
    </w:p>
    <w:p w14:paraId="0F6AF746" w14:textId="77777777" w:rsidR="00426598" w:rsidRPr="00A517E5" w:rsidRDefault="00426598" w:rsidP="00426598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159CFE57" w14:textId="77777777" w:rsidR="00426598" w:rsidRPr="00940241" w:rsidRDefault="00426598" w:rsidP="00426598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14F0A08C" w14:textId="23F93B31" w:rsidR="001B5D93" w:rsidRPr="00426598" w:rsidRDefault="001B5D93" w:rsidP="00426598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426598">
        <w:rPr>
          <w:rFonts w:ascii="Arial" w:hAnsi="Arial" w:cs="Arial"/>
          <w:szCs w:val="24"/>
          <w:lang w:eastAsia="ko-KR"/>
        </w:rPr>
        <w:t xml:space="preserve">SENHORES VEREADORES, PROPONHO AGORA A APROVAÇÃO DO </w:t>
      </w:r>
      <w:r w:rsidRPr="00426598">
        <w:rPr>
          <w:rFonts w:ascii="Arial" w:hAnsi="Arial" w:cs="Arial"/>
          <w:b/>
          <w:szCs w:val="24"/>
        </w:rPr>
        <w:t xml:space="preserve">PROJETO DE LEI DO LEGISLATIVO Nº 64/2025 </w:t>
      </w:r>
      <w:r w:rsidRPr="00426598">
        <w:rPr>
          <w:rFonts w:ascii="Arial" w:hAnsi="Arial" w:cs="Arial"/>
          <w:szCs w:val="24"/>
          <w:lang w:eastAsia="ko-KR"/>
        </w:rPr>
        <w:t>POR ACLAMAÇÃO.</w:t>
      </w:r>
    </w:p>
    <w:p w14:paraId="6E4BC6C4" w14:textId="77777777" w:rsidR="001B5D93" w:rsidRPr="00714259" w:rsidRDefault="001B5D93" w:rsidP="001B5D93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os aplausos,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proclama o resultado:</w:t>
      </w:r>
    </w:p>
    <w:p w14:paraId="6C1537F9" w14:textId="2F862B32" w:rsidR="001B5D93" w:rsidRDefault="001B5D93" w:rsidP="001B5D93">
      <w:pPr>
        <w:pBdr>
          <w:bottom w:val="single" w:sz="4" w:space="1" w:color="auto"/>
        </w:pBd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714259">
        <w:rPr>
          <w:rFonts w:ascii="Arial" w:hAnsi="Arial" w:cs="Arial"/>
          <w:szCs w:val="24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>LEI DO LEGISLATIVO</w:t>
      </w:r>
      <w:r w:rsidRPr="00714259">
        <w:rPr>
          <w:rFonts w:ascii="Arial" w:hAnsi="Arial" w:cs="Arial"/>
          <w:b/>
          <w:szCs w:val="24"/>
        </w:rPr>
        <w:t xml:space="preserve"> Nº </w:t>
      </w:r>
      <w:r>
        <w:rPr>
          <w:rFonts w:ascii="Arial" w:hAnsi="Arial" w:cs="Arial"/>
          <w:b/>
          <w:szCs w:val="24"/>
        </w:rPr>
        <w:t>64/</w:t>
      </w:r>
      <w:r w:rsidRPr="001B7F87">
        <w:rPr>
          <w:rFonts w:ascii="Arial" w:hAnsi="Arial" w:cs="Arial"/>
          <w:b/>
          <w:szCs w:val="24"/>
        </w:rPr>
        <w:t>202</w:t>
      </w:r>
      <w:r>
        <w:rPr>
          <w:rFonts w:ascii="Arial" w:hAnsi="Arial" w:cs="Arial"/>
          <w:b/>
          <w:szCs w:val="24"/>
        </w:rPr>
        <w:t>5</w:t>
      </w:r>
      <w:r>
        <w:rPr>
          <w:rFonts w:ascii="Arial" w:hAnsi="Arial" w:cs="Arial"/>
          <w:szCs w:val="24"/>
        </w:rPr>
        <w:t xml:space="preserve">, DE AUTORIA DO VEREADOR </w:t>
      </w:r>
      <w:r>
        <w:rPr>
          <w:rFonts w:ascii="Arial" w:hAnsi="Arial" w:cs="Arial"/>
          <w:szCs w:val="24"/>
        </w:rPr>
        <w:br/>
        <w:t>VALMIR DO PARQUE MEIA LUA, QUE “</w:t>
      </w:r>
      <w:r w:rsidRPr="001B5D93">
        <w:rPr>
          <w:rFonts w:ascii="Arial" w:hAnsi="Arial" w:cs="Arial"/>
          <w:szCs w:val="24"/>
        </w:rPr>
        <w:t>DISPÕE SOBRE A DENOMINAÇÃO DA AVENIDA C, BAIRRO MANDI (LOTEAMENTO VERANEIO IRAJÁ), COMO AVENIDA JOSÉ ANTÔNIO MARÇON</w:t>
      </w:r>
      <w:r>
        <w:rPr>
          <w:rFonts w:ascii="Arial" w:hAnsi="Arial" w:cs="Arial"/>
          <w:szCs w:val="24"/>
        </w:rPr>
        <w:t>”,</w:t>
      </w:r>
      <w:r w:rsidRPr="00714259">
        <w:rPr>
          <w:rFonts w:ascii="Arial" w:hAnsi="Arial" w:cs="Arial"/>
          <w:szCs w:val="24"/>
        </w:rPr>
        <w:t xml:space="preserve"> </w:t>
      </w:r>
      <w:r w:rsidRPr="00714259">
        <w:rPr>
          <w:rFonts w:ascii="Arial" w:hAnsi="Arial" w:cs="Arial"/>
          <w:b/>
          <w:szCs w:val="24"/>
        </w:rPr>
        <w:t>FO</w:t>
      </w:r>
      <w:r>
        <w:rPr>
          <w:rFonts w:ascii="Arial" w:hAnsi="Arial" w:cs="Arial"/>
          <w:b/>
          <w:szCs w:val="24"/>
        </w:rPr>
        <w:t>I</w:t>
      </w:r>
      <w:r w:rsidRPr="00714259">
        <w:rPr>
          <w:rFonts w:ascii="Arial" w:hAnsi="Arial" w:cs="Arial"/>
          <w:b/>
          <w:szCs w:val="24"/>
        </w:rPr>
        <w:t xml:space="preserve"> APROVADO POR ACLAMAÇÃO</w:t>
      </w:r>
      <w:r w:rsidRPr="00714259">
        <w:rPr>
          <w:rFonts w:ascii="Arial" w:hAnsi="Arial" w:cs="Arial"/>
          <w:szCs w:val="24"/>
        </w:rPr>
        <w:t>.</w:t>
      </w:r>
    </w:p>
    <w:p w14:paraId="05114585" w14:textId="77777777" w:rsidR="001B5D93" w:rsidRDefault="001B5D93" w:rsidP="001B5D93">
      <w:pPr>
        <w:spacing w:line="360" w:lineRule="auto"/>
        <w:ind w:left="851"/>
        <w:jc w:val="both"/>
        <w:rPr>
          <w:rFonts w:ascii="Arial" w:hAnsi="Arial" w:cs="Arial"/>
          <w:szCs w:val="24"/>
        </w:rPr>
      </w:pPr>
    </w:p>
    <w:p w14:paraId="02A4AEC0" w14:textId="77777777" w:rsidR="001B5D93" w:rsidRPr="00714259" w:rsidRDefault="001B5D93" w:rsidP="001B5D93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2D0AE68" w14:textId="77777777" w:rsidR="001B5D93" w:rsidRDefault="001B5D93" w:rsidP="001B5D93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SUSPEND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szCs w:val="24"/>
          <w:lang w:eastAsia="ko-KR"/>
        </w:rPr>
        <w:t xml:space="preserve">A SESSÃO POR </w:t>
      </w:r>
      <w:r>
        <w:rPr>
          <w:rFonts w:ascii="Arial" w:hAnsi="Arial" w:cs="Arial"/>
          <w:szCs w:val="24"/>
          <w:lang w:eastAsia="ko-KR"/>
        </w:rPr>
        <w:t>DEZ</w:t>
      </w:r>
      <w:r w:rsidRPr="00714259">
        <w:rPr>
          <w:rFonts w:ascii="Arial" w:hAnsi="Arial" w:cs="Arial"/>
          <w:szCs w:val="24"/>
          <w:lang w:eastAsia="ko-KR"/>
        </w:rPr>
        <w:t xml:space="preserve"> MINUTOS, PARA QUE POSSAMOS </w:t>
      </w:r>
      <w:r>
        <w:rPr>
          <w:rFonts w:ascii="Arial" w:hAnsi="Arial" w:cs="Arial"/>
          <w:szCs w:val="24"/>
          <w:lang w:eastAsia="ko-KR"/>
        </w:rPr>
        <w:t xml:space="preserve">FAZER AS </w:t>
      </w:r>
      <w:r w:rsidRPr="00714259">
        <w:rPr>
          <w:rFonts w:ascii="Arial" w:hAnsi="Arial" w:cs="Arial"/>
          <w:szCs w:val="24"/>
          <w:lang w:eastAsia="ko-KR"/>
        </w:rPr>
        <w:t>FOTOS</w:t>
      </w:r>
      <w:r>
        <w:rPr>
          <w:rFonts w:ascii="Arial" w:hAnsi="Arial" w:cs="Arial"/>
          <w:szCs w:val="24"/>
          <w:lang w:eastAsia="ko-KR"/>
        </w:rPr>
        <w:t xml:space="preserve"> OFICIAIS</w:t>
      </w:r>
      <w:r w:rsidRPr="00714259">
        <w:rPr>
          <w:rFonts w:ascii="Arial" w:hAnsi="Arial" w:cs="Arial"/>
          <w:szCs w:val="24"/>
          <w:lang w:eastAsia="ko-KR"/>
        </w:rPr>
        <w:t>.</w:t>
      </w:r>
    </w:p>
    <w:p w14:paraId="1ABF772B" w14:textId="77777777" w:rsidR="001B5D93" w:rsidRPr="00714259" w:rsidRDefault="001B5D93" w:rsidP="001B5D93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E4B7D9D" w14:textId="77777777" w:rsidR="001B5D93" w:rsidRPr="00E1006F" w:rsidRDefault="001B5D93" w:rsidP="001B5D9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711ECFCA" w14:textId="6FE0632E" w:rsidR="001B5D93" w:rsidRDefault="001B5D93" w:rsidP="001B5D9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2A1780">
        <w:rPr>
          <w:rFonts w:ascii="Arial" w:hAnsi="Arial" w:cs="Arial"/>
          <w:szCs w:val="24"/>
        </w:rPr>
        <w:t>AO 1º SECRETÁRIO</w:t>
      </w:r>
      <w:r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46167DD4" w14:textId="77777777" w:rsidR="001B5D93" w:rsidRDefault="001B5D93" w:rsidP="001B5D93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_Ref181712912 \r \h </w:instrTex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66C6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10.2)</w: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.</w:t>
      </w:r>
    </w:p>
    <w:p w14:paraId="1BA16B57" w14:textId="77777777" w:rsidR="00BD443B" w:rsidRPr="005F1937" w:rsidRDefault="00BD443B" w:rsidP="00BD443B">
      <w:pPr>
        <w:pStyle w:val="PargrafodaLista"/>
        <w:spacing w:before="240" w:line="312" w:lineRule="auto"/>
        <w:ind w:left="851"/>
        <w:jc w:val="both"/>
        <w:rPr>
          <w:rFonts w:ascii="Arial" w:hAnsi="Arial" w:cs="Arial"/>
          <w:szCs w:val="24"/>
        </w:rPr>
      </w:pPr>
    </w:p>
    <w:p w14:paraId="71376ABA" w14:textId="77777777" w:rsidR="008F36E0" w:rsidRDefault="008F36E0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78BCA1BD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AC75FE">
      <w:rPr>
        <w:rFonts w:ascii="Arial" w:hAnsi="Arial" w:cs="Arial"/>
        <w:b/>
        <w:sz w:val="20"/>
        <w:u w:val="single"/>
      </w:rPr>
      <w:t>2</w:t>
    </w:r>
    <w:r w:rsidR="003C2490">
      <w:rPr>
        <w:rFonts w:ascii="Arial" w:hAnsi="Arial" w:cs="Arial"/>
        <w:b/>
        <w:sz w:val="20"/>
        <w:u w:val="single"/>
      </w:rPr>
      <w:t>6ª</w:t>
    </w:r>
    <w:r w:rsidR="00155158">
      <w:rPr>
        <w:rFonts w:ascii="Arial" w:hAnsi="Arial" w:cs="Arial"/>
        <w:b/>
        <w:sz w:val="20"/>
        <w:u w:val="single"/>
      </w:rPr>
      <w:t xml:space="preserve">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3C2490">
      <w:rPr>
        <w:rFonts w:ascii="Arial" w:hAnsi="Arial" w:cs="Arial"/>
        <w:b/>
        <w:sz w:val="20"/>
        <w:u w:val="single"/>
      </w:rPr>
      <w:t>03</w:t>
    </w:r>
    <w:r w:rsidR="00D11E22">
      <w:rPr>
        <w:rFonts w:ascii="Arial" w:hAnsi="Arial" w:cs="Arial"/>
        <w:b/>
        <w:sz w:val="20"/>
        <w:u w:val="single"/>
      </w:rPr>
      <w:t>/</w:t>
    </w:r>
    <w:r w:rsidR="00E244F6">
      <w:rPr>
        <w:rFonts w:ascii="Arial" w:hAnsi="Arial" w:cs="Arial"/>
        <w:b/>
        <w:sz w:val="20"/>
        <w:u w:val="single"/>
      </w:rPr>
      <w:t>0</w:t>
    </w:r>
    <w:r w:rsidR="003C2490">
      <w:rPr>
        <w:rFonts w:ascii="Arial" w:hAnsi="Arial" w:cs="Arial"/>
        <w:b/>
        <w:sz w:val="20"/>
        <w:u w:val="single"/>
      </w:rPr>
      <w:t>9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166C61">
      <w:rPr>
        <w:rFonts w:ascii="Arial" w:hAnsi="Arial" w:cs="Arial"/>
        <w:b/>
        <w:noProof/>
        <w:sz w:val="20"/>
        <w:u w:val="single"/>
      </w:rPr>
      <w:t>8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78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C61"/>
    <w:rsid w:val="00166DB4"/>
    <w:rsid w:val="001670C3"/>
    <w:rsid w:val="00167BA5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7F32"/>
    <w:rsid w:val="001B01D6"/>
    <w:rsid w:val="001B02E1"/>
    <w:rsid w:val="001B150E"/>
    <w:rsid w:val="001B1AF1"/>
    <w:rsid w:val="001B27C9"/>
    <w:rsid w:val="001B4F77"/>
    <w:rsid w:val="001B5D93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1780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490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243D1"/>
    <w:rsid w:val="00426598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C50"/>
    <w:rsid w:val="00463946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1530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E22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C39D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87D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5E12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59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170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8529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598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1DC00-C13F-49C8-94DF-725C9F882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</Template>
  <TotalTime>493</TotalTime>
  <Pages>10</Pages>
  <Words>1601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Conta da Microsoft</cp:lastModifiedBy>
  <cp:revision>138</cp:revision>
  <cp:lastPrinted>2025-09-03T11:13:00Z</cp:lastPrinted>
  <dcterms:created xsi:type="dcterms:W3CDTF">2024-10-15T16:10:00Z</dcterms:created>
  <dcterms:modified xsi:type="dcterms:W3CDTF">2025-09-03T11:13:00Z</dcterms:modified>
</cp:coreProperties>
</file>